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252E8" w14:textId="42976ED3" w:rsidR="00A3562B" w:rsidRDefault="00A3562B" w:rsidP="00A3562B">
      <w:pPr>
        <w:rPr>
          <w:rFonts w:ascii="Arial" w:hAnsi="Arial" w:cs="Arial"/>
          <w:b/>
          <w:sz w:val="28"/>
          <w:szCs w:val="28"/>
          <w:lang w:val="de-DE"/>
        </w:rPr>
      </w:pPr>
      <w:bookmarkStart w:id="0" w:name="_Hlk16857877"/>
      <w:r>
        <w:rPr>
          <w:rFonts w:ascii="Arial" w:hAnsi="Arial" w:cs="Arial"/>
          <w:b/>
          <w:sz w:val="28"/>
          <w:szCs w:val="28"/>
          <w:lang w:val="de-DE"/>
        </w:rPr>
        <w:t xml:space="preserve">Textaufgabe 2: </w:t>
      </w:r>
    </w:p>
    <w:p w14:paraId="7EDE9F15" w14:textId="77777777" w:rsidR="00181B2D" w:rsidRPr="00181B2D" w:rsidRDefault="00181B2D" w:rsidP="00A3562B">
      <w:pPr>
        <w:rPr>
          <w:rFonts w:ascii="Arial" w:hAnsi="Arial" w:cs="Arial"/>
          <w:sz w:val="28"/>
          <w:szCs w:val="28"/>
          <w:lang w:val="de-DE"/>
        </w:rPr>
      </w:pPr>
      <w:r w:rsidRPr="00181B2D">
        <w:rPr>
          <w:rFonts w:ascii="Arial" w:hAnsi="Arial" w:cs="Arial"/>
          <w:sz w:val="28"/>
          <w:szCs w:val="28"/>
          <w:lang w:val="de-DE"/>
        </w:rPr>
        <w:t xml:space="preserve">Ein Kind hat 7 Bilder. Er gibt seinem Bruder 3 Bilder. </w:t>
      </w:r>
    </w:p>
    <w:p w14:paraId="0245CC3C" w14:textId="47E0301F" w:rsidR="00A3562B" w:rsidRDefault="00181B2D" w:rsidP="00A3562B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181B2D">
        <w:rPr>
          <w:rFonts w:ascii="Arial" w:hAnsi="Arial" w:cs="Arial"/>
          <w:b/>
          <w:bCs/>
          <w:sz w:val="28"/>
          <w:szCs w:val="28"/>
          <w:lang w:val="de-DE"/>
        </w:rPr>
        <w:t xml:space="preserve">Wie viele Bilder hat </w:t>
      </w:r>
      <w:r w:rsidR="00C56DB8">
        <w:rPr>
          <w:rFonts w:ascii="Arial" w:hAnsi="Arial" w:cs="Arial"/>
          <w:b/>
          <w:bCs/>
          <w:sz w:val="28"/>
          <w:szCs w:val="28"/>
          <w:lang w:val="de-DE"/>
        </w:rPr>
        <w:t>das Kind noch</w:t>
      </w:r>
      <w:r w:rsidRPr="00181B2D">
        <w:rPr>
          <w:rFonts w:ascii="Arial" w:hAnsi="Arial" w:cs="Arial"/>
          <w:b/>
          <w:bCs/>
          <w:sz w:val="28"/>
          <w:szCs w:val="28"/>
          <w:lang w:val="de-DE"/>
        </w:rPr>
        <w:t>?</w:t>
      </w:r>
    </w:p>
    <w:bookmarkEnd w:id="0"/>
    <w:p w14:paraId="35708C6A" w14:textId="03AAE2C4" w:rsidR="00181B2D" w:rsidRPr="00181B2D" w:rsidRDefault="00181B2D" w:rsidP="00A3562B">
      <w:pPr>
        <w:rPr>
          <w:rFonts w:ascii="Arial" w:hAnsi="Arial" w:cs="Arial"/>
          <w:b/>
          <w:bCs/>
          <w:i/>
          <w:sz w:val="28"/>
          <w:szCs w:val="28"/>
          <w:lang w:val="de-DE"/>
        </w:rPr>
      </w:pPr>
      <w:r w:rsidRPr="00181B2D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852C7D" wp14:editId="5F22E3DF">
                <wp:simplePos x="0" y="0"/>
                <wp:positionH relativeFrom="column">
                  <wp:posOffset>-79375</wp:posOffset>
                </wp:positionH>
                <wp:positionV relativeFrom="paragraph">
                  <wp:posOffset>153834</wp:posOffset>
                </wp:positionV>
                <wp:extent cx="4774565" cy="2176780"/>
                <wp:effectExtent l="0" t="0" r="26035" b="1397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87AB1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forsche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7857DCD9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</w:p>
                          <w:p w14:paraId="5DC0571C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</w:p>
                          <w:p w14:paraId="36DAA4C4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</w:p>
                          <w:p w14:paraId="7CEFB3A3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</w:p>
                          <w:p w14:paraId="12CB7C83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</w:p>
                          <w:p w14:paraId="237470A7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</w:p>
                          <w:p w14:paraId="45127FF3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</w:p>
                          <w:p w14:paraId="71C3597A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</w:p>
                          <w:p w14:paraId="6E4C931B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</w:p>
                          <w:p w14:paraId="0AB46155" w14:textId="77777777" w:rsidR="00A3562B" w:rsidRDefault="00A3562B" w:rsidP="00A3562B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Antwort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52C7D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-6.25pt;margin-top:12.1pt;width:375.95pt;height:17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">
                <v:textbox>
                  <w:txbxContent>
                    <w:p w14:paraId="78087AB1" w14:textId="77777777" w:rsidR="00A3562B" w:rsidRDefault="00A3562B" w:rsidP="00A3562B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Ich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forsche</w:t>
                      </w:r>
                      <w:proofErr w:type="spellEnd"/>
                      <w:r>
                        <w:rPr>
                          <w:b/>
                        </w:rPr>
                        <w:t xml:space="preserve">: </w:t>
                      </w:r>
                    </w:p>
                    <w:p w14:paraId="7857DCD9" w14:textId="77777777" w:rsidR="00A3562B" w:rsidRDefault="00A3562B" w:rsidP="00A3562B">
                      <w:pPr>
                        <w:rPr>
                          <w:b/>
                        </w:rPr>
                      </w:pPr>
                    </w:p>
                    <w:p w14:paraId="5DC0571C" w14:textId="77777777" w:rsidR="00A3562B" w:rsidRDefault="00A3562B" w:rsidP="00A3562B">
                      <w:pPr>
                        <w:rPr>
                          <w:b/>
                        </w:rPr>
                      </w:pPr>
                    </w:p>
                    <w:p w14:paraId="36DAA4C4" w14:textId="77777777" w:rsidR="00A3562B" w:rsidRDefault="00A3562B" w:rsidP="00A3562B">
                      <w:pPr>
                        <w:rPr>
                          <w:b/>
                        </w:rPr>
                      </w:pPr>
                    </w:p>
                    <w:p w14:paraId="7CEFB3A3" w14:textId="77777777" w:rsidR="00A3562B" w:rsidRDefault="00A3562B" w:rsidP="00A3562B">
                      <w:pPr>
                        <w:rPr>
                          <w:b/>
                        </w:rPr>
                      </w:pPr>
                    </w:p>
                    <w:p w14:paraId="12CB7C83" w14:textId="77777777" w:rsidR="00A3562B" w:rsidRDefault="00A3562B" w:rsidP="00A3562B">
                      <w:pPr>
                        <w:rPr>
                          <w:b/>
                        </w:rPr>
                      </w:pPr>
                    </w:p>
                    <w:p w14:paraId="237470A7" w14:textId="77777777" w:rsidR="00A3562B" w:rsidRDefault="00A3562B" w:rsidP="00A3562B">
                      <w:pPr>
                        <w:rPr>
                          <w:b/>
                        </w:rPr>
                      </w:pPr>
                    </w:p>
                    <w:p w14:paraId="45127FF3" w14:textId="77777777" w:rsidR="00A3562B" w:rsidRDefault="00A3562B" w:rsidP="00A3562B">
                      <w:pPr>
                        <w:rPr>
                          <w:b/>
                        </w:rPr>
                      </w:pPr>
                    </w:p>
                    <w:p w14:paraId="71C3597A" w14:textId="77777777" w:rsidR="00A3562B" w:rsidRDefault="00A3562B" w:rsidP="00A3562B">
                      <w:pPr>
                        <w:rPr>
                          <w:b/>
                        </w:rPr>
                      </w:pPr>
                    </w:p>
                    <w:p w14:paraId="6E4C931B" w14:textId="77777777" w:rsidR="00A3562B" w:rsidRDefault="00A3562B" w:rsidP="00A3562B">
                      <w:pPr>
                        <w:rPr>
                          <w:b/>
                        </w:rPr>
                      </w:pPr>
                    </w:p>
                    <w:p w14:paraId="0AB46155" w14:textId="77777777" w:rsidR="00A3562B" w:rsidRDefault="00A3562B" w:rsidP="00A3562B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Antwort</w:t>
                      </w:r>
                      <w:proofErr w:type="spellEnd"/>
                      <w:r>
                        <w:rPr>
                          <w:b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4AB8D1FE" w14:textId="2630C901" w:rsidR="00A3562B" w:rsidRPr="00A3562B" w:rsidRDefault="00A3562B" w:rsidP="00A3562B">
      <w:pPr>
        <w:rPr>
          <w:rFonts w:ascii="Arial" w:hAnsi="Arial" w:cs="Arial"/>
          <w:i/>
          <w:sz w:val="28"/>
          <w:szCs w:val="28"/>
          <w:lang w:val="de-DE"/>
        </w:rPr>
      </w:pPr>
    </w:p>
    <w:p w14:paraId="2F5CDFF5" w14:textId="7CE0B9CA" w:rsidR="00A3562B" w:rsidRPr="00A3562B" w:rsidRDefault="00A3562B" w:rsidP="00A3562B">
      <w:pPr>
        <w:rPr>
          <w:rFonts w:ascii="Arial" w:hAnsi="Arial" w:cs="Arial"/>
          <w:i/>
          <w:sz w:val="28"/>
          <w:szCs w:val="28"/>
          <w:lang w:val="de-DE"/>
        </w:rPr>
      </w:pPr>
    </w:p>
    <w:p w14:paraId="19088CF4" w14:textId="57D2BBF1" w:rsidR="00A3562B" w:rsidRPr="00A3562B" w:rsidRDefault="00A3562B" w:rsidP="00A3562B">
      <w:pPr>
        <w:rPr>
          <w:rFonts w:ascii="Arial" w:hAnsi="Arial" w:cs="Arial"/>
          <w:i/>
          <w:sz w:val="28"/>
          <w:szCs w:val="28"/>
          <w:lang w:val="de-DE"/>
        </w:rPr>
      </w:pPr>
    </w:p>
    <w:p w14:paraId="78142309" w14:textId="072D489C" w:rsidR="00A3562B" w:rsidRPr="00A3562B" w:rsidRDefault="00A3562B" w:rsidP="00A3562B">
      <w:pPr>
        <w:rPr>
          <w:rFonts w:ascii="Arial" w:hAnsi="Arial" w:cs="Arial"/>
          <w:i/>
          <w:sz w:val="28"/>
          <w:szCs w:val="28"/>
          <w:lang w:val="de-DE"/>
        </w:rPr>
      </w:pPr>
    </w:p>
    <w:p w14:paraId="37910B87" w14:textId="77777777" w:rsidR="00A3562B" w:rsidRPr="00A3562B" w:rsidRDefault="00A3562B" w:rsidP="00A3562B">
      <w:pPr>
        <w:rPr>
          <w:rFonts w:ascii="Arial" w:hAnsi="Arial" w:cs="Arial"/>
          <w:i/>
          <w:sz w:val="28"/>
          <w:szCs w:val="28"/>
          <w:lang w:val="de-DE"/>
        </w:rPr>
      </w:pPr>
    </w:p>
    <w:p w14:paraId="52740C3D" w14:textId="77777777" w:rsidR="00A3562B" w:rsidRPr="00A3562B" w:rsidRDefault="00A3562B" w:rsidP="00A3562B">
      <w:pPr>
        <w:rPr>
          <w:rFonts w:ascii="Arial" w:hAnsi="Arial" w:cs="Arial"/>
          <w:i/>
          <w:sz w:val="28"/>
          <w:szCs w:val="28"/>
          <w:lang w:val="de-DE"/>
        </w:rPr>
      </w:pPr>
    </w:p>
    <w:p w14:paraId="490663F7" w14:textId="77777777" w:rsidR="00A3562B" w:rsidRPr="00A3562B" w:rsidRDefault="00A3562B" w:rsidP="00A3562B">
      <w:pPr>
        <w:rPr>
          <w:rFonts w:ascii="Arial" w:hAnsi="Arial" w:cs="Arial"/>
          <w:i/>
          <w:sz w:val="28"/>
          <w:szCs w:val="28"/>
          <w:lang w:val="de-DE"/>
        </w:rPr>
      </w:pPr>
    </w:p>
    <w:p w14:paraId="1535D279" w14:textId="77777777" w:rsidR="00A3562B" w:rsidRPr="00A3562B" w:rsidRDefault="00A3562B" w:rsidP="00A3562B">
      <w:pPr>
        <w:rPr>
          <w:rFonts w:ascii="Arial" w:hAnsi="Arial" w:cs="Arial"/>
          <w:b/>
          <w:sz w:val="28"/>
          <w:szCs w:val="28"/>
          <w:lang w:val="de-DE"/>
        </w:rPr>
      </w:pPr>
    </w:p>
    <w:p w14:paraId="4CD83A55" w14:textId="77777777" w:rsidR="00A3562B" w:rsidRPr="00A3562B" w:rsidRDefault="00A3562B" w:rsidP="00A3562B">
      <w:pPr>
        <w:rPr>
          <w:rFonts w:ascii="Arial" w:hAnsi="Arial" w:cs="Arial"/>
          <w:b/>
          <w:sz w:val="28"/>
          <w:szCs w:val="28"/>
          <w:lang w:val="de-DE"/>
        </w:rPr>
      </w:pPr>
    </w:p>
    <w:p w14:paraId="1E42A892" w14:textId="77777777" w:rsidR="00A3562B" w:rsidRPr="00A3562B" w:rsidRDefault="00A3562B" w:rsidP="00A3562B">
      <w:pPr>
        <w:rPr>
          <w:rFonts w:ascii="Arial" w:hAnsi="Arial" w:cs="Arial"/>
          <w:b/>
          <w:sz w:val="28"/>
          <w:szCs w:val="28"/>
          <w:lang w:val="de-DE"/>
        </w:rPr>
      </w:pPr>
    </w:p>
    <w:p w14:paraId="7E49ACC5" w14:textId="77777777" w:rsidR="00A3562B" w:rsidRPr="00A3562B" w:rsidRDefault="00A3562B" w:rsidP="00A3562B">
      <w:pPr>
        <w:rPr>
          <w:rFonts w:ascii="Arial" w:hAnsi="Arial" w:cs="Arial"/>
          <w:b/>
          <w:sz w:val="28"/>
          <w:szCs w:val="28"/>
          <w:lang w:val="de-DE"/>
        </w:rPr>
      </w:pPr>
    </w:p>
    <w:p w14:paraId="623AEBDD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6AFB71E2" w14:textId="77777777" w:rsidR="00C56DB8" w:rsidRDefault="00C56DB8" w:rsidP="00C56DB8">
      <w:pPr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 xml:space="preserve">Textaufgabe 2: </w:t>
      </w:r>
    </w:p>
    <w:p w14:paraId="4B4CED2D" w14:textId="77777777" w:rsidR="00C56DB8" w:rsidRPr="00181B2D" w:rsidRDefault="00C56DB8" w:rsidP="00C56DB8">
      <w:pPr>
        <w:rPr>
          <w:rFonts w:ascii="Arial" w:hAnsi="Arial" w:cs="Arial"/>
          <w:sz w:val="28"/>
          <w:szCs w:val="28"/>
          <w:lang w:val="de-DE"/>
        </w:rPr>
      </w:pPr>
      <w:r w:rsidRPr="00181B2D">
        <w:rPr>
          <w:rFonts w:ascii="Arial" w:hAnsi="Arial" w:cs="Arial"/>
          <w:sz w:val="28"/>
          <w:szCs w:val="28"/>
          <w:lang w:val="de-DE"/>
        </w:rPr>
        <w:t xml:space="preserve">Ein Kind hat 7 Bilder. Er gibt seinem Bruder 3 Bilder. </w:t>
      </w:r>
    </w:p>
    <w:p w14:paraId="6133BDC6" w14:textId="77777777" w:rsidR="00C56DB8" w:rsidRDefault="00C56DB8" w:rsidP="00C56DB8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181B2D">
        <w:rPr>
          <w:rFonts w:ascii="Arial" w:hAnsi="Arial" w:cs="Arial"/>
          <w:b/>
          <w:bCs/>
          <w:sz w:val="28"/>
          <w:szCs w:val="28"/>
          <w:lang w:val="de-DE"/>
        </w:rPr>
        <w:t xml:space="preserve">Wie viele Bilder hat </w:t>
      </w:r>
      <w:r>
        <w:rPr>
          <w:rFonts w:ascii="Arial" w:hAnsi="Arial" w:cs="Arial"/>
          <w:b/>
          <w:bCs/>
          <w:sz w:val="28"/>
          <w:szCs w:val="28"/>
          <w:lang w:val="de-DE"/>
        </w:rPr>
        <w:t>das Kind noch</w:t>
      </w:r>
      <w:r w:rsidRPr="00181B2D">
        <w:rPr>
          <w:rFonts w:ascii="Arial" w:hAnsi="Arial" w:cs="Arial"/>
          <w:b/>
          <w:bCs/>
          <w:sz w:val="28"/>
          <w:szCs w:val="28"/>
          <w:lang w:val="de-DE"/>
        </w:rPr>
        <w:t>?</w:t>
      </w:r>
    </w:p>
    <w:p w14:paraId="1B6503A5" w14:textId="29082FD3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8AE9A0" wp14:editId="7A339C82">
                <wp:simplePos x="0" y="0"/>
                <wp:positionH relativeFrom="column">
                  <wp:posOffset>-79375</wp:posOffset>
                </wp:positionH>
                <wp:positionV relativeFrom="paragraph">
                  <wp:posOffset>210820</wp:posOffset>
                </wp:positionV>
                <wp:extent cx="4774565" cy="2176780"/>
                <wp:effectExtent l="0" t="0" r="26035" b="1397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1943C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forsche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2310BE68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546551E1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4E03041F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64C1FBDE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00E84EFD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6B2B037E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6C31F2D5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533DB6B6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01973C29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21EBB4C8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Antwort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AE9A0" id="Zone de texte 9" o:spid="_x0000_s1027" type="#_x0000_t202" style="position:absolute;margin-left:-6.25pt;margin-top:16.6pt;width:375.95pt;height:17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">
                <v:textbox>
                  <w:txbxContent>
                    <w:p w14:paraId="6231943C" w14:textId="77777777" w:rsidR="00C3279A" w:rsidRDefault="00C3279A" w:rsidP="00C3279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Ich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forsche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</w:p>
                    <w:p w14:paraId="2310BE68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546551E1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4E03041F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64C1FBDE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00E84EFD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6B2B037E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6C31F2D5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533DB6B6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01973C29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21EBB4C8" w14:textId="77777777" w:rsidR="00C3279A" w:rsidRDefault="00C3279A" w:rsidP="00C3279A">
                      <w:pPr>
                        <w:rPr>
                          <w:b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</w:rPr>
                        <w:t>Antwort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D49A264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5CE79AD0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3C2AF827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577EBACC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33D0FAA7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732CAAA3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139B247B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41D34080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605E42B8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1B326CFB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788B8E61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1CE21E18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5F5F9CE0" w14:textId="77777777" w:rsidR="00C56DB8" w:rsidRDefault="00C56DB8" w:rsidP="00C56DB8">
      <w:pPr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 xml:space="preserve">Textaufgabe 2: </w:t>
      </w:r>
    </w:p>
    <w:p w14:paraId="721226B9" w14:textId="77777777" w:rsidR="00C56DB8" w:rsidRPr="00181B2D" w:rsidRDefault="00C56DB8" w:rsidP="00C56DB8">
      <w:pPr>
        <w:rPr>
          <w:rFonts w:ascii="Arial" w:hAnsi="Arial" w:cs="Arial"/>
          <w:sz w:val="28"/>
          <w:szCs w:val="28"/>
          <w:lang w:val="de-DE"/>
        </w:rPr>
      </w:pPr>
      <w:r w:rsidRPr="00181B2D">
        <w:rPr>
          <w:rFonts w:ascii="Arial" w:hAnsi="Arial" w:cs="Arial"/>
          <w:sz w:val="28"/>
          <w:szCs w:val="28"/>
          <w:lang w:val="de-DE"/>
        </w:rPr>
        <w:t xml:space="preserve">Ein Kind hat 7 Bilder. Er gibt seinem Bruder 3 Bilder. </w:t>
      </w:r>
    </w:p>
    <w:p w14:paraId="3D646FE2" w14:textId="77777777" w:rsidR="00C56DB8" w:rsidRDefault="00C56DB8" w:rsidP="00C56DB8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181B2D">
        <w:rPr>
          <w:rFonts w:ascii="Arial" w:hAnsi="Arial" w:cs="Arial"/>
          <w:b/>
          <w:bCs/>
          <w:sz w:val="28"/>
          <w:szCs w:val="28"/>
          <w:lang w:val="de-DE"/>
        </w:rPr>
        <w:t xml:space="preserve">Wie viele Bilder hat </w:t>
      </w:r>
      <w:r>
        <w:rPr>
          <w:rFonts w:ascii="Arial" w:hAnsi="Arial" w:cs="Arial"/>
          <w:b/>
          <w:bCs/>
          <w:sz w:val="28"/>
          <w:szCs w:val="28"/>
          <w:lang w:val="de-DE"/>
        </w:rPr>
        <w:t>das Kind noch</w:t>
      </w:r>
      <w:r w:rsidRPr="00181B2D">
        <w:rPr>
          <w:rFonts w:ascii="Arial" w:hAnsi="Arial" w:cs="Arial"/>
          <w:b/>
          <w:bCs/>
          <w:sz w:val="28"/>
          <w:szCs w:val="28"/>
          <w:lang w:val="de-DE"/>
        </w:rPr>
        <w:t>?</w:t>
      </w:r>
    </w:p>
    <w:bookmarkStart w:id="1" w:name="_GoBack"/>
    <w:bookmarkEnd w:id="1"/>
    <w:p w14:paraId="73185F8F" w14:textId="2F466909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189A34" wp14:editId="73E18F61">
                <wp:simplePos x="0" y="0"/>
                <wp:positionH relativeFrom="column">
                  <wp:posOffset>-79375</wp:posOffset>
                </wp:positionH>
                <wp:positionV relativeFrom="paragraph">
                  <wp:posOffset>210820</wp:posOffset>
                </wp:positionV>
                <wp:extent cx="4774565" cy="2176780"/>
                <wp:effectExtent l="0" t="0" r="26035" b="1397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069C7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forsche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2F46A334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43EFC64D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60974B97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273BD4F8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3D660443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0DBE53D6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59A2F5E2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5BBFC155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6668B8BC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5A8402D9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Antwort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89A34" id="Zone de texte 10" o:spid="_x0000_s1028" type="#_x0000_t202" style="position:absolute;margin-left:-6.25pt;margin-top:16.6pt;width:375.95pt;height:171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">
                <v:textbox>
                  <w:txbxContent>
                    <w:p w14:paraId="0FE069C7" w14:textId="77777777" w:rsidR="00C3279A" w:rsidRDefault="00C3279A" w:rsidP="00C3279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Ich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forsche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</w:p>
                    <w:p w14:paraId="2F46A334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43EFC64D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60974B97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273BD4F8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3D660443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0DBE53D6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59A2F5E2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5BBFC155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6668B8BC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5A8402D9" w14:textId="77777777" w:rsidR="00C3279A" w:rsidRDefault="00C3279A" w:rsidP="00C3279A">
                      <w:pPr>
                        <w:rPr>
                          <w:b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</w:rPr>
                        <w:t>Antwort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916F55A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50CF2FAC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3764B93E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2E235E9C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1DF14D68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4D33543D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4533909C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663F9274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2FE2478E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16DFDD24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25337DA7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436845C3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19043A63" w14:textId="77777777" w:rsidR="00C56DB8" w:rsidRDefault="00C56DB8" w:rsidP="00C56DB8">
      <w:pPr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 xml:space="preserve">Textaufgabe 2: </w:t>
      </w:r>
    </w:p>
    <w:p w14:paraId="52409931" w14:textId="77777777" w:rsidR="00C56DB8" w:rsidRPr="00181B2D" w:rsidRDefault="00C56DB8" w:rsidP="00C56DB8">
      <w:pPr>
        <w:rPr>
          <w:rFonts w:ascii="Arial" w:hAnsi="Arial" w:cs="Arial"/>
          <w:sz w:val="28"/>
          <w:szCs w:val="28"/>
          <w:lang w:val="de-DE"/>
        </w:rPr>
      </w:pPr>
      <w:r w:rsidRPr="00181B2D">
        <w:rPr>
          <w:rFonts w:ascii="Arial" w:hAnsi="Arial" w:cs="Arial"/>
          <w:sz w:val="28"/>
          <w:szCs w:val="28"/>
          <w:lang w:val="de-DE"/>
        </w:rPr>
        <w:t xml:space="preserve">Ein Kind hat 7 Bilder. Er gibt seinem Bruder 3 Bilder. </w:t>
      </w:r>
    </w:p>
    <w:p w14:paraId="1341D39B" w14:textId="77777777" w:rsidR="00C56DB8" w:rsidRDefault="00C56DB8" w:rsidP="00C56DB8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181B2D">
        <w:rPr>
          <w:rFonts w:ascii="Arial" w:hAnsi="Arial" w:cs="Arial"/>
          <w:b/>
          <w:bCs/>
          <w:sz w:val="28"/>
          <w:szCs w:val="28"/>
          <w:lang w:val="de-DE"/>
        </w:rPr>
        <w:t xml:space="preserve">Wie viele Bilder hat </w:t>
      </w:r>
      <w:r>
        <w:rPr>
          <w:rFonts w:ascii="Arial" w:hAnsi="Arial" w:cs="Arial"/>
          <w:b/>
          <w:bCs/>
          <w:sz w:val="28"/>
          <w:szCs w:val="28"/>
          <w:lang w:val="de-DE"/>
        </w:rPr>
        <w:t>das Kind noch</w:t>
      </w:r>
      <w:r w:rsidRPr="00181B2D">
        <w:rPr>
          <w:rFonts w:ascii="Arial" w:hAnsi="Arial" w:cs="Arial"/>
          <w:b/>
          <w:bCs/>
          <w:sz w:val="28"/>
          <w:szCs w:val="28"/>
          <w:lang w:val="de-DE"/>
        </w:rPr>
        <w:t>?</w:t>
      </w:r>
    </w:p>
    <w:p w14:paraId="2CB4FD13" w14:textId="5D44E100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C00E04" wp14:editId="68B75BAD">
                <wp:simplePos x="0" y="0"/>
                <wp:positionH relativeFrom="column">
                  <wp:posOffset>-79375</wp:posOffset>
                </wp:positionH>
                <wp:positionV relativeFrom="paragraph">
                  <wp:posOffset>210820</wp:posOffset>
                </wp:positionV>
                <wp:extent cx="4774565" cy="2176780"/>
                <wp:effectExtent l="0" t="0" r="26035" b="1397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666D4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forsche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38038F69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7BA1720D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7BA164CA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79A49430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39D5EA8D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5E93F977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6DD626B1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4B9733AF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02A6A342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</w:p>
                          <w:p w14:paraId="4DD1D6EB" w14:textId="77777777" w:rsidR="00C3279A" w:rsidRDefault="00C3279A" w:rsidP="00C3279A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Antwort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00E04" id="Zone de texte 11" o:spid="_x0000_s1029" type="#_x0000_t202" style="position:absolute;margin-left:-6.25pt;margin-top:16.6pt;width:375.95pt;height:171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">
                <v:textbox>
                  <w:txbxContent>
                    <w:p w14:paraId="0EE666D4" w14:textId="77777777" w:rsidR="00C3279A" w:rsidRDefault="00C3279A" w:rsidP="00C3279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Ich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forsche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</w:p>
                    <w:p w14:paraId="38038F69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7BA1720D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7BA164CA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79A49430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39D5EA8D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5E93F977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6DD626B1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4B9733AF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02A6A342" w14:textId="77777777" w:rsidR="00C3279A" w:rsidRDefault="00C3279A" w:rsidP="00C3279A">
                      <w:pPr>
                        <w:rPr>
                          <w:b/>
                        </w:rPr>
                      </w:pPr>
                    </w:p>
                    <w:p w14:paraId="4DD1D6EB" w14:textId="77777777" w:rsidR="00C3279A" w:rsidRDefault="00C3279A" w:rsidP="00C3279A">
                      <w:pPr>
                        <w:rPr>
                          <w:b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</w:rPr>
                        <w:t>Antwort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65D894F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3D697983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126759F4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21F2A46F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749AF20A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774460EA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1546F7CF" w14:textId="77777777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5E9D6AFB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581E1485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15061D64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26A24E76" w14:textId="77777777" w:rsidR="00C3279A" w:rsidRDefault="00C3279A" w:rsidP="00C3279A">
      <w:pPr>
        <w:rPr>
          <w:rFonts w:ascii="Arial" w:hAnsi="Arial" w:cs="Arial"/>
          <w:b/>
          <w:sz w:val="28"/>
          <w:szCs w:val="28"/>
          <w:lang w:val="de-DE"/>
        </w:rPr>
      </w:pPr>
    </w:p>
    <w:p w14:paraId="7FFCC811" w14:textId="77777777" w:rsidR="00A3562B" w:rsidRPr="00230240" w:rsidRDefault="00A3562B" w:rsidP="007A5112">
      <w:pPr>
        <w:rPr>
          <w:rFonts w:ascii="Arial" w:hAnsi="Arial" w:cs="Arial"/>
          <w:b/>
          <w:sz w:val="28"/>
          <w:szCs w:val="28"/>
          <w:lang w:val="de-DE"/>
        </w:rPr>
      </w:pPr>
    </w:p>
    <w:sectPr w:rsidR="00A3562B" w:rsidRPr="00230240" w:rsidSect="007A511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112"/>
    <w:rsid w:val="00181B2D"/>
    <w:rsid w:val="001D645B"/>
    <w:rsid w:val="00230240"/>
    <w:rsid w:val="005175A3"/>
    <w:rsid w:val="005F7238"/>
    <w:rsid w:val="007A5112"/>
    <w:rsid w:val="007C0AAC"/>
    <w:rsid w:val="007E024D"/>
    <w:rsid w:val="009D64E4"/>
    <w:rsid w:val="00A3562B"/>
    <w:rsid w:val="00C3279A"/>
    <w:rsid w:val="00C5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2AEB6"/>
  <w15:chartTrackingRefBased/>
  <w15:docId w15:val="{A2245F0A-91E6-482E-A215-A6D54BCD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112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A5112"/>
    <w:pPr>
      <w:autoSpaceDE w:val="0"/>
      <w:autoSpaceDN w:val="0"/>
      <w:adjustRightInd w:val="0"/>
    </w:pPr>
    <w:rPr>
      <w:rFonts w:ascii="Cambria" w:eastAsia="Times New Roman" w:hAnsi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3</cp:revision>
  <cp:lastPrinted>2018-12-03T21:45:00Z</cp:lastPrinted>
  <dcterms:created xsi:type="dcterms:W3CDTF">2019-08-16T12:24:00Z</dcterms:created>
  <dcterms:modified xsi:type="dcterms:W3CDTF">2019-08-16T12:25:00Z</dcterms:modified>
</cp:coreProperties>
</file>